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6"/>
        <w:gridCol w:w="837"/>
        <w:gridCol w:w="3099"/>
      </w:tblGrid>
      <w:tr w:rsidR="00B12260" w:rsidRPr="00316BD5" w14:paraId="48F6E3AF" w14:textId="77777777" w:rsidTr="00316BD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E1BEB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40"/>
              <w:jc w:val="both"/>
              <w:outlineLvl w:val="0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0572090D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vMerge w:val="restart"/>
            <w:shd w:val="clear" w:color="auto" w:fill="auto"/>
          </w:tcPr>
          <w:p w14:paraId="02D1E2CF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40"/>
              <w:jc w:val="both"/>
              <w:outlineLvl w:val="0"/>
              <w:rPr>
                <w:b/>
              </w:rPr>
            </w:pPr>
            <w:r w:rsidRPr="002C0915">
              <w:t>Razítko podatelny</w:t>
            </w:r>
            <w:r w:rsidR="00F371D1" w:rsidRPr="002C0915">
              <w:t xml:space="preserve"> KHS</w:t>
            </w:r>
            <w:r w:rsidRPr="002C0915">
              <w:t>:</w:t>
            </w:r>
          </w:p>
        </w:tc>
      </w:tr>
      <w:tr w:rsidR="00B12260" w:rsidRPr="00316BD5" w14:paraId="725B8D2C" w14:textId="77777777" w:rsidTr="00316BD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98B2A" w14:textId="77777777" w:rsidR="00A92BEE" w:rsidRPr="00316BD5" w:rsidRDefault="00A92BEE" w:rsidP="00316BD5">
            <w:pPr>
              <w:pStyle w:val="Nzev"/>
              <w:outlineLvl w:val="0"/>
              <w:rPr>
                <w:sz w:val="24"/>
                <w:szCs w:val="24"/>
              </w:rPr>
            </w:pPr>
            <w:r w:rsidRPr="00316BD5">
              <w:rPr>
                <w:sz w:val="24"/>
                <w:szCs w:val="24"/>
              </w:rPr>
              <w:t>Krajská hygienická stanice Královéhradeckého kraje</w:t>
            </w:r>
          </w:p>
          <w:p w14:paraId="31ACABE4" w14:textId="77777777" w:rsidR="00A92BEE" w:rsidRPr="00316BD5" w:rsidRDefault="00A92BEE" w:rsidP="00316B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4"/>
                <w:szCs w:val="24"/>
              </w:rPr>
            </w:pPr>
            <w:r w:rsidRPr="00316BD5">
              <w:rPr>
                <w:b/>
                <w:sz w:val="24"/>
                <w:szCs w:val="24"/>
              </w:rPr>
              <w:t>se sídlem v Hradci Králové</w:t>
            </w:r>
          </w:p>
        </w:tc>
        <w:tc>
          <w:tcPr>
            <w:tcW w:w="851" w:type="dxa"/>
            <w:vMerge/>
            <w:tcBorders>
              <w:left w:val="nil"/>
            </w:tcBorders>
            <w:shd w:val="clear" w:color="auto" w:fill="auto"/>
          </w:tcPr>
          <w:p w14:paraId="484B174E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14:paraId="03C9DE23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B12260" w:rsidRPr="00316BD5" w14:paraId="2DE20480" w14:textId="77777777" w:rsidTr="00316BD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3D47C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</w:tcBorders>
            <w:shd w:val="clear" w:color="auto" w:fill="auto"/>
          </w:tcPr>
          <w:p w14:paraId="6E3B6A7E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14:paraId="78714E9E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B12260" w:rsidRPr="00316BD5" w14:paraId="08629E0F" w14:textId="77777777" w:rsidTr="00316BD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37B24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</w:tcBorders>
            <w:shd w:val="clear" w:color="auto" w:fill="auto"/>
          </w:tcPr>
          <w:p w14:paraId="1627E959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14:paraId="142FC9EF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B12260" w:rsidRPr="00316BD5" w14:paraId="522D6AD9" w14:textId="77777777" w:rsidTr="00316BD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65CD2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vMerge/>
            <w:tcBorders>
              <w:left w:val="nil"/>
            </w:tcBorders>
            <w:shd w:val="clear" w:color="auto" w:fill="auto"/>
          </w:tcPr>
          <w:p w14:paraId="6E33C70B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14:paraId="5367DA45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B12260" w:rsidRPr="00316BD5" w14:paraId="49C69338" w14:textId="77777777" w:rsidTr="00316BD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8E23F" w14:textId="063D3391" w:rsidR="00A92BEE" w:rsidRPr="002C0915" w:rsidRDefault="00A92BEE" w:rsidP="00316BD5">
            <w:pPr>
              <w:autoSpaceDE w:val="0"/>
              <w:autoSpaceDN w:val="0"/>
              <w:adjustRightInd w:val="0"/>
              <w:spacing w:before="120"/>
              <w:outlineLvl w:val="0"/>
            </w:pPr>
            <w:r w:rsidRPr="002C0915">
              <w:t xml:space="preserve">V </w:t>
            </w:r>
            <w:r w:rsidR="00B12260">
              <w:t>Rychnově nad Kněžnou</w:t>
            </w:r>
            <w:r w:rsidR="0034093A" w:rsidRPr="002C0915">
              <w:t xml:space="preserve"> </w:t>
            </w:r>
            <w:r w:rsidRPr="002C0915">
              <w:t xml:space="preserve">dne </w:t>
            </w:r>
            <w:r w:rsidR="0034093A" w:rsidRPr="002C0915">
              <w:t>........................</w:t>
            </w:r>
          </w:p>
        </w:tc>
        <w:tc>
          <w:tcPr>
            <w:tcW w:w="851" w:type="dxa"/>
            <w:vMerge/>
            <w:tcBorders>
              <w:left w:val="nil"/>
              <w:bottom w:val="nil"/>
            </w:tcBorders>
            <w:shd w:val="clear" w:color="auto" w:fill="auto"/>
          </w:tcPr>
          <w:p w14:paraId="59BC5570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14:paraId="29269FA0" w14:textId="77777777" w:rsidR="00A92BEE" w:rsidRPr="00316BD5" w:rsidRDefault="00A92BEE" w:rsidP="00316BD5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</w:tbl>
    <w:p w14:paraId="620A99DE" w14:textId="77777777" w:rsidR="00A92BEE" w:rsidRPr="002C0915" w:rsidRDefault="00A92BEE" w:rsidP="00D406E3">
      <w:pPr>
        <w:autoSpaceDE w:val="0"/>
        <w:autoSpaceDN w:val="0"/>
        <w:adjustRightInd w:val="0"/>
        <w:spacing w:before="120"/>
        <w:ind w:left="567" w:hanging="567"/>
        <w:jc w:val="both"/>
        <w:outlineLvl w:val="0"/>
        <w:rPr>
          <w:b/>
          <w:sz w:val="24"/>
          <w:szCs w:val="24"/>
        </w:rPr>
      </w:pPr>
    </w:p>
    <w:p w14:paraId="4BBDC146" w14:textId="77777777" w:rsidR="001A28F7" w:rsidRPr="001B6E7C" w:rsidRDefault="008B5882" w:rsidP="001B6E7C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1B6E7C">
        <w:rPr>
          <w:b/>
          <w:caps/>
          <w:sz w:val="28"/>
          <w:szCs w:val="28"/>
        </w:rPr>
        <w:t>Žádost o vydání z</w:t>
      </w:r>
      <w:r w:rsidR="00DD44E0" w:rsidRPr="001B6E7C">
        <w:rPr>
          <w:b/>
          <w:caps/>
          <w:sz w:val="28"/>
          <w:szCs w:val="28"/>
        </w:rPr>
        <w:t>á</w:t>
      </w:r>
      <w:r w:rsidR="00EF3A8F" w:rsidRPr="001B6E7C">
        <w:rPr>
          <w:b/>
          <w:caps/>
          <w:sz w:val="28"/>
          <w:szCs w:val="28"/>
        </w:rPr>
        <w:t xml:space="preserve">vazného stanoviska </w:t>
      </w:r>
      <w:r w:rsidR="00D406E3" w:rsidRPr="001B6E7C">
        <w:rPr>
          <w:b/>
          <w:caps/>
          <w:sz w:val="28"/>
          <w:szCs w:val="28"/>
        </w:rPr>
        <w:t>K</w:t>
      </w:r>
      <w:r w:rsidR="00812CA6" w:rsidRPr="001B6E7C">
        <w:rPr>
          <w:b/>
          <w:caps/>
          <w:sz w:val="28"/>
          <w:szCs w:val="28"/>
        </w:rPr>
        <w:t xml:space="preserve"> PROJEKTOVÉ </w:t>
      </w:r>
      <w:r w:rsidR="00B42A97" w:rsidRPr="001B6E7C">
        <w:rPr>
          <w:b/>
          <w:caps/>
          <w:sz w:val="28"/>
          <w:szCs w:val="28"/>
        </w:rPr>
        <w:t>dokumentaci</w:t>
      </w:r>
    </w:p>
    <w:p w14:paraId="49AC7C49" w14:textId="77777777" w:rsidR="003A4922" w:rsidRPr="007230FB" w:rsidRDefault="002560C5" w:rsidP="001A28F7">
      <w:pPr>
        <w:autoSpaceDE w:val="0"/>
        <w:autoSpaceDN w:val="0"/>
        <w:adjustRightInd w:val="0"/>
        <w:jc w:val="center"/>
        <w:outlineLvl w:val="0"/>
        <w:rPr>
          <w:i/>
          <w:caps/>
          <w:spacing w:val="20"/>
          <w:sz w:val="24"/>
          <w:szCs w:val="24"/>
        </w:rPr>
      </w:pPr>
      <w:r w:rsidRPr="007230FB">
        <w:rPr>
          <w:i/>
          <w:szCs w:val="24"/>
        </w:rPr>
        <w:t>podle zákona č. 183/2006 Sb., o územním plánování a stavebním řádu (stavební zákon)</w:t>
      </w:r>
    </w:p>
    <w:p w14:paraId="7928DEE6" w14:textId="72AAAEF9" w:rsidR="00ED453B" w:rsidRPr="002C0915" w:rsidRDefault="00ED453B" w:rsidP="00A55F4A">
      <w:pPr>
        <w:tabs>
          <w:tab w:val="left" w:pos="2268"/>
        </w:tabs>
        <w:spacing w:before="240"/>
        <w:jc w:val="both"/>
        <w:outlineLvl w:val="0"/>
      </w:pPr>
      <w:r w:rsidRPr="002C0915">
        <w:t xml:space="preserve">Označení stavby: </w:t>
      </w:r>
      <w:r w:rsidRPr="002C0915">
        <w:tab/>
      </w:r>
      <w:r w:rsidR="00B12260">
        <w:t>„</w:t>
      </w:r>
      <w:r w:rsidR="00B12260" w:rsidRPr="00AC6BFD">
        <w:t xml:space="preserve">II/305 Týniště nad </w:t>
      </w:r>
      <w:proofErr w:type="gramStart"/>
      <w:r w:rsidR="00B12260" w:rsidRPr="00AC6BFD">
        <w:t xml:space="preserve">Orlicí </w:t>
      </w:r>
      <w:r w:rsidR="00B12260">
        <w:t>-</w:t>
      </w:r>
      <w:r w:rsidR="00B12260" w:rsidRPr="00AC6BFD">
        <w:t xml:space="preserve"> Albrechtice</w:t>
      </w:r>
      <w:proofErr w:type="gramEnd"/>
      <w:r w:rsidR="00B12260" w:rsidRPr="00AC6BFD">
        <w:t xml:space="preserve"> nad Orlicí</w:t>
      </w:r>
      <w:r w:rsidR="00B12260">
        <w:t>“</w:t>
      </w:r>
    </w:p>
    <w:p w14:paraId="2FFC0A5A" w14:textId="77777777" w:rsidR="00ED453B" w:rsidRPr="002C0915" w:rsidRDefault="00ED453B" w:rsidP="00803D35">
      <w:pPr>
        <w:tabs>
          <w:tab w:val="left" w:pos="2268"/>
        </w:tabs>
        <w:spacing w:before="120"/>
        <w:jc w:val="both"/>
        <w:outlineLvl w:val="0"/>
        <w:rPr>
          <w:spacing w:val="-10"/>
        </w:rPr>
      </w:pPr>
      <w:r w:rsidRPr="002C0915">
        <w:tab/>
        <w:t>.....................................................</w:t>
      </w:r>
      <w:r w:rsidR="00A55F4A" w:rsidRPr="002C0915">
        <w:t>......................</w:t>
      </w:r>
      <w:r w:rsidRPr="002C0915">
        <w:t>........................................................................</w:t>
      </w:r>
    </w:p>
    <w:p w14:paraId="7325EEA4" w14:textId="77777777" w:rsidR="002560C5" w:rsidRPr="002C0915" w:rsidRDefault="00D406E3" w:rsidP="001E0A7E">
      <w:pPr>
        <w:pStyle w:val="Styl2"/>
      </w:pPr>
      <w:r w:rsidRPr="002C0915">
        <w:t>I.</w:t>
      </w:r>
      <w:r w:rsidRPr="002C0915">
        <w:tab/>
      </w:r>
      <w:r w:rsidR="002560C5" w:rsidRPr="002C0915">
        <w:t>Stavebník</w:t>
      </w:r>
    </w:p>
    <w:bookmarkStart w:id="0" w:name="Zaškrtávací26"/>
    <w:p w14:paraId="11410284" w14:textId="77777777" w:rsidR="002560C5" w:rsidRPr="002C0915" w:rsidRDefault="006350EA" w:rsidP="001E0A7E">
      <w:pPr>
        <w:pStyle w:val="Styl2"/>
      </w:pPr>
      <w:r w:rsidRPr="002C0915"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C0915">
        <w:instrText xml:space="preserve"> FORMCHECKBOX </w:instrText>
      </w:r>
      <w:r w:rsidR="00B12260">
        <w:fldChar w:fldCharType="separate"/>
      </w:r>
      <w:r w:rsidRPr="002C0915">
        <w:fldChar w:fldCharType="end"/>
      </w:r>
      <w:bookmarkEnd w:id="0"/>
      <w:r w:rsidR="002560C5" w:rsidRPr="002C0915">
        <w:rPr>
          <w:sz w:val="26"/>
          <w:szCs w:val="26"/>
        </w:rPr>
        <w:tab/>
      </w:r>
      <w:r w:rsidR="002560C5" w:rsidRPr="002C0915">
        <w:t>fyzická osoba</w:t>
      </w:r>
    </w:p>
    <w:p w14:paraId="060A3C07" w14:textId="77777777" w:rsidR="00AA75CB" w:rsidRPr="002C0915" w:rsidRDefault="00AA75CB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0"/>
        </w:rPr>
        <w:t>J</w:t>
      </w:r>
      <w:r w:rsidR="00DE0C18">
        <w:rPr>
          <w:spacing w:val="-10"/>
        </w:rPr>
        <w:t>méno, příjmení</w:t>
      </w:r>
      <w:r w:rsidRPr="002C0915">
        <w:rPr>
          <w:spacing w:val="-10"/>
        </w:rPr>
        <w:t>:</w:t>
      </w:r>
      <w:r w:rsidR="004146BA" w:rsidRPr="002C0915">
        <w:rPr>
          <w:spacing w:val="-10"/>
        </w:rPr>
        <w:tab/>
        <w:t>....................................................................................................................................................</w:t>
      </w:r>
      <w:r w:rsidR="006D1869">
        <w:rPr>
          <w:spacing w:val="-10"/>
        </w:rPr>
        <w:t xml:space="preserve"> </w:t>
      </w:r>
    </w:p>
    <w:p w14:paraId="51AD8340" w14:textId="77777777" w:rsidR="004146BA" w:rsidRPr="00B71505" w:rsidRDefault="004146BA" w:rsidP="00AA75CB">
      <w:pPr>
        <w:tabs>
          <w:tab w:val="left" w:pos="3686"/>
        </w:tabs>
        <w:spacing w:before="120"/>
        <w:jc w:val="both"/>
        <w:outlineLvl w:val="0"/>
        <w:rPr>
          <w:spacing w:val="-12"/>
        </w:rPr>
      </w:pPr>
      <w:r w:rsidRPr="00B71505">
        <w:rPr>
          <w:spacing w:val="-12"/>
        </w:rPr>
        <w:t>Datum narození</w:t>
      </w:r>
      <w:r w:rsidR="00B71505">
        <w:rPr>
          <w:spacing w:val="-12"/>
        </w:rPr>
        <w:t>:</w:t>
      </w:r>
      <w:r w:rsidR="00B71505" w:rsidRPr="002C0915">
        <w:rPr>
          <w:spacing w:val="-10"/>
        </w:rPr>
        <w:tab/>
        <w:t>....................................................................................................................................................</w:t>
      </w:r>
      <w:r w:rsidR="00B71505">
        <w:rPr>
          <w:spacing w:val="-10"/>
        </w:rPr>
        <w:t xml:space="preserve"> </w:t>
      </w:r>
    </w:p>
    <w:p w14:paraId="08911CA0" w14:textId="77777777" w:rsidR="00DB7EE4" w:rsidRDefault="00AA75CB" w:rsidP="00AA75CB">
      <w:pPr>
        <w:tabs>
          <w:tab w:val="left" w:pos="3686"/>
        </w:tabs>
        <w:spacing w:before="120"/>
        <w:jc w:val="both"/>
        <w:outlineLvl w:val="0"/>
        <w:rPr>
          <w:spacing w:val="-12"/>
        </w:rPr>
      </w:pPr>
      <w:r w:rsidRPr="00AA75CB">
        <w:rPr>
          <w:spacing w:val="-12"/>
        </w:rPr>
        <w:t>Místo trvalého pobytu</w:t>
      </w:r>
      <w:r w:rsidR="00DE0C18">
        <w:rPr>
          <w:spacing w:val="-12"/>
        </w:rPr>
        <w:t>:</w:t>
      </w:r>
      <w:r w:rsidR="00DB7EE4">
        <w:rPr>
          <w:spacing w:val="-12"/>
        </w:rPr>
        <w:t xml:space="preserve"> </w:t>
      </w:r>
      <w:r w:rsidR="00DB7EE4">
        <w:rPr>
          <w:spacing w:val="-12"/>
        </w:rPr>
        <w:tab/>
      </w:r>
      <w:r w:rsidR="00DB7EE4" w:rsidRPr="002C0915">
        <w:rPr>
          <w:spacing w:val="-10"/>
        </w:rPr>
        <w:t>....................................................................................................................................................</w:t>
      </w:r>
    </w:p>
    <w:p w14:paraId="4203C898" w14:textId="77777777" w:rsidR="00AA75CB" w:rsidRPr="002C0915" w:rsidRDefault="00A11614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0"/>
        </w:rPr>
        <w:t>Kontaktní telefon</w:t>
      </w:r>
      <w:r w:rsidR="00AA75CB" w:rsidRPr="002C0915">
        <w:rPr>
          <w:spacing w:val="-10"/>
        </w:rPr>
        <w:t>/e-mail (nepovinný údaj):</w:t>
      </w:r>
      <w:r w:rsidR="00AA75CB" w:rsidRPr="002C0915">
        <w:rPr>
          <w:spacing w:val="-10"/>
        </w:rPr>
        <w:tab/>
        <w:t>....................................................................................................................................................</w:t>
      </w:r>
    </w:p>
    <w:p w14:paraId="263337FA" w14:textId="77777777" w:rsidR="002560C5" w:rsidRPr="002C0915" w:rsidRDefault="002560C5" w:rsidP="001E0A7E">
      <w:pPr>
        <w:pStyle w:val="Styl2"/>
      </w:pPr>
      <w:r w:rsidRPr="002C0915">
        <w:rPr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0915">
        <w:rPr>
          <w:sz w:val="26"/>
          <w:szCs w:val="26"/>
        </w:rPr>
        <w:instrText xml:space="preserve"> FORMCHECKBOX </w:instrText>
      </w:r>
      <w:r w:rsidR="00B12260">
        <w:rPr>
          <w:sz w:val="26"/>
          <w:szCs w:val="26"/>
        </w:rPr>
      </w:r>
      <w:r w:rsidR="00B12260">
        <w:rPr>
          <w:sz w:val="26"/>
          <w:szCs w:val="26"/>
        </w:rPr>
        <w:fldChar w:fldCharType="separate"/>
      </w:r>
      <w:r w:rsidRPr="002C0915">
        <w:rPr>
          <w:sz w:val="26"/>
          <w:szCs w:val="26"/>
        </w:rPr>
        <w:fldChar w:fldCharType="end"/>
      </w:r>
      <w:r w:rsidRPr="002C0915">
        <w:rPr>
          <w:sz w:val="26"/>
          <w:szCs w:val="26"/>
        </w:rPr>
        <w:tab/>
      </w:r>
      <w:r w:rsidRPr="002C0915">
        <w:t>fyzická osoba podnikající – záměr souvisí s její podnikatelskou činností</w:t>
      </w:r>
    </w:p>
    <w:p w14:paraId="15F7339C" w14:textId="77777777" w:rsidR="00AA75CB" w:rsidRPr="002C0915" w:rsidRDefault="00AA75CB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0"/>
        </w:rPr>
        <w:t>J</w:t>
      </w:r>
      <w:r w:rsidRPr="002C0915">
        <w:rPr>
          <w:spacing w:val="-10"/>
        </w:rPr>
        <w:t>méno, příjmení:</w:t>
      </w:r>
      <w:r w:rsidRPr="002C0915">
        <w:rPr>
          <w:spacing w:val="-10"/>
        </w:rPr>
        <w:tab/>
      </w:r>
      <w:r w:rsidR="00270C06" w:rsidRPr="002C0915">
        <w:rPr>
          <w:spacing w:val="-10"/>
        </w:rPr>
        <w:t>....................................................................................................................................................</w:t>
      </w:r>
    </w:p>
    <w:p w14:paraId="4783AD94" w14:textId="77777777" w:rsidR="00AA75CB" w:rsidRPr="002C0915" w:rsidRDefault="00AA75CB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 w:rsidRPr="002C0915">
        <w:rPr>
          <w:spacing w:val="-10"/>
        </w:rPr>
        <w:t>IČ</w:t>
      </w:r>
      <w:r w:rsidR="005D2782">
        <w:rPr>
          <w:spacing w:val="-10"/>
        </w:rPr>
        <w:t>O</w:t>
      </w:r>
      <w:r w:rsidRPr="002C0915">
        <w:rPr>
          <w:spacing w:val="-10"/>
        </w:rPr>
        <w:t xml:space="preserve"> (bylo-li přiděleno):</w:t>
      </w:r>
      <w:r w:rsidRPr="002C0915">
        <w:rPr>
          <w:spacing w:val="-10"/>
        </w:rPr>
        <w:tab/>
        <w:t>....................................................................................................................................................</w:t>
      </w:r>
    </w:p>
    <w:p w14:paraId="21A6F2AA" w14:textId="77777777" w:rsidR="00DB7EE4" w:rsidRDefault="00C2194E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2"/>
        </w:rPr>
        <w:t>Sídlo</w:t>
      </w:r>
      <w:r w:rsidR="00632820" w:rsidRPr="00632820">
        <w:rPr>
          <w:spacing w:val="-12"/>
        </w:rPr>
        <w:t>:</w:t>
      </w:r>
      <w:r w:rsidR="00AA75CB" w:rsidRPr="00AA75CB">
        <w:rPr>
          <w:spacing w:val="-12"/>
        </w:rPr>
        <w:t xml:space="preserve"> </w:t>
      </w:r>
      <w:r w:rsidR="00DB7EE4">
        <w:rPr>
          <w:spacing w:val="-12"/>
        </w:rPr>
        <w:tab/>
      </w:r>
      <w:r w:rsidR="00DB7EE4" w:rsidRPr="002C0915">
        <w:rPr>
          <w:spacing w:val="-10"/>
        </w:rPr>
        <w:t>....................................................................................................................................................</w:t>
      </w:r>
    </w:p>
    <w:p w14:paraId="1CB82CD1" w14:textId="77777777" w:rsidR="00AA75CB" w:rsidRPr="002C0915" w:rsidRDefault="00AA75CB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 w:rsidRPr="002C0915">
        <w:rPr>
          <w:spacing w:val="-10"/>
        </w:rPr>
        <w:t>Kontakt</w:t>
      </w:r>
      <w:r w:rsidR="00A11614">
        <w:rPr>
          <w:spacing w:val="-10"/>
        </w:rPr>
        <w:t>ní telefon</w:t>
      </w:r>
      <w:r w:rsidR="00DB7EE4">
        <w:rPr>
          <w:spacing w:val="-10"/>
        </w:rPr>
        <w:t>/</w:t>
      </w:r>
      <w:r w:rsidRPr="002C0915">
        <w:rPr>
          <w:spacing w:val="-10"/>
        </w:rPr>
        <w:t>e-mail (nepovinný údaj):</w:t>
      </w:r>
      <w:r w:rsidRPr="002C0915">
        <w:rPr>
          <w:spacing w:val="-10"/>
        </w:rPr>
        <w:tab/>
        <w:t>....................................................................................................................................................</w:t>
      </w:r>
    </w:p>
    <w:p w14:paraId="609C0539" w14:textId="482D1196" w:rsidR="002560C5" w:rsidRPr="002C0915" w:rsidRDefault="002912FD" w:rsidP="001E0A7E">
      <w:pPr>
        <w:pStyle w:val="Styl2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2560C5" w:rsidRPr="002C0915">
        <w:tab/>
        <w:t>právnická osoba</w:t>
      </w:r>
    </w:p>
    <w:p w14:paraId="0DBEEC4A" w14:textId="08AC9B96" w:rsidR="002912FD" w:rsidRPr="00AC6BFD" w:rsidRDefault="00AA75CB" w:rsidP="002912FD">
      <w:r>
        <w:rPr>
          <w:spacing w:val="-10"/>
        </w:rPr>
        <w:t>N</w:t>
      </w:r>
      <w:r w:rsidR="00BA1D72" w:rsidRPr="002C0915">
        <w:rPr>
          <w:spacing w:val="-10"/>
        </w:rPr>
        <w:t>ázev nebo obchodní firma:</w:t>
      </w:r>
      <w:r w:rsidR="00BA1D72" w:rsidRPr="002C0915">
        <w:rPr>
          <w:spacing w:val="-10"/>
        </w:rPr>
        <w:tab/>
      </w:r>
      <w:r w:rsidR="002912FD">
        <w:rPr>
          <w:spacing w:val="-10"/>
        </w:rPr>
        <w:t xml:space="preserve">                                   </w:t>
      </w:r>
      <w:r w:rsidR="002912FD" w:rsidRPr="00AC6BFD">
        <w:t>Královéhradecký kraj</w:t>
      </w:r>
    </w:p>
    <w:p w14:paraId="5C81377E" w14:textId="34E64009" w:rsidR="00BA1D72" w:rsidRPr="002C0915" w:rsidRDefault="00B12260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0"/>
        </w:rPr>
        <w:tab/>
      </w:r>
    </w:p>
    <w:p w14:paraId="643ACA2B" w14:textId="394A6F97" w:rsidR="00D406E3" w:rsidRPr="002C0915" w:rsidRDefault="002560C5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 w:rsidRPr="002C0915">
        <w:rPr>
          <w:spacing w:val="-10"/>
        </w:rPr>
        <w:t>IČ</w:t>
      </w:r>
      <w:r w:rsidR="005F1643">
        <w:rPr>
          <w:spacing w:val="-10"/>
        </w:rPr>
        <w:t>O</w:t>
      </w:r>
      <w:r w:rsidR="00BA1D72" w:rsidRPr="002C0915">
        <w:rPr>
          <w:spacing w:val="-10"/>
        </w:rPr>
        <w:t xml:space="preserve"> </w:t>
      </w:r>
      <w:r w:rsidR="00E433C5" w:rsidRPr="002C0915">
        <w:rPr>
          <w:spacing w:val="-10"/>
        </w:rPr>
        <w:t>(</w:t>
      </w:r>
      <w:r w:rsidR="00BA1D72" w:rsidRPr="002C0915">
        <w:rPr>
          <w:spacing w:val="-10"/>
        </w:rPr>
        <w:t>bylo-li přiděleno</w:t>
      </w:r>
      <w:r w:rsidR="00E433C5" w:rsidRPr="002C0915">
        <w:rPr>
          <w:spacing w:val="-10"/>
        </w:rPr>
        <w:t>)</w:t>
      </w:r>
      <w:r w:rsidRPr="002C0915">
        <w:rPr>
          <w:spacing w:val="-10"/>
        </w:rPr>
        <w:t>:</w:t>
      </w:r>
      <w:r w:rsidRPr="002C0915">
        <w:rPr>
          <w:spacing w:val="-10"/>
        </w:rPr>
        <w:tab/>
      </w:r>
      <w:r w:rsidR="00B12260" w:rsidRPr="00AC6BFD">
        <w:t>708 89 546</w:t>
      </w:r>
    </w:p>
    <w:p w14:paraId="3E6AB4F4" w14:textId="54F100D1" w:rsidR="00DB7EE4" w:rsidRDefault="00C2194E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2"/>
        </w:rPr>
        <w:t>Sídlo</w:t>
      </w:r>
      <w:r w:rsidR="00DB7EE4">
        <w:rPr>
          <w:spacing w:val="-12"/>
        </w:rPr>
        <w:t>:</w:t>
      </w:r>
      <w:r w:rsidR="00DB7EE4">
        <w:rPr>
          <w:spacing w:val="-12"/>
        </w:rPr>
        <w:tab/>
      </w:r>
      <w:r w:rsidR="00B12260" w:rsidRPr="00AC6BFD">
        <w:t>Pivovarské náměstí 1245</w:t>
      </w:r>
      <w:r w:rsidR="00B12260">
        <w:t xml:space="preserve">, </w:t>
      </w:r>
      <w:r w:rsidR="00B12260" w:rsidRPr="00AC6BFD">
        <w:t>500 03 Hradec Králové</w:t>
      </w:r>
    </w:p>
    <w:p w14:paraId="1EACCC9C" w14:textId="77777777" w:rsidR="00D406E3" w:rsidRPr="002C0915" w:rsidRDefault="00D406E3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 w:rsidRPr="002C0915">
        <w:rPr>
          <w:spacing w:val="-10"/>
        </w:rPr>
        <w:t>Osoba oprávněná jednat jménem právnické osoby:</w:t>
      </w:r>
      <w:r w:rsidRPr="002C0915">
        <w:rPr>
          <w:spacing w:val="-10"/>
        </w:rPr>
        <w:tab/>
        <w:t>....................................................................................................................................................</w:t>
      </w:r>
    </w:p>
    <w:p w14:paraId="66323996" w14:textId="50216BEC" w:rsidR="00D406E3" w:rsidRPr="002C0915" w:rsidRDefault="00A11614" w:rsidP="00AA75CB">
      <w:pPr>
        <w:tabs>
          <w:tab w:val="left" w:pos="3686"/>
        </w:tabs>
        <w:spacing w:before="120"/>
        <w:jc w:val="both"/>
        <w:outlineLvl w:val="0"/>
        <w:rPr>
          <w:spacing w:val="-10"/>
        </w:rPr>
      </w:pPr>
      <w:r>
        <w:rPr>
          <w:spacing w:val="-10"/>
        </w:rPr>
        <w:t>Kontaktní telefon</w:t>
      </w:r>
      <w:r w:rsidR="002560C5" w:rsidRPr="002C0915">
        <w:rPr>
          <w:spacing w:val="-10"/>
        </w:rPr>
        <w:t>/e-mail</w:t>
      </w:r>
      <w:r w:rsidR="00D406E3" w:rsidRPr="002C0915">
        <w:rPr>
          <w:spacing w:val="-10"/>
        </w:rPr>
        <w:t xml:space="preserve"> (nepovinný údaj)</w:t>
      </w:r>
      <w:r w:rsidR="002560C5" w:rsidRPr="002C0915">
        <w:rPr>
          <w:spacing w:val="-10"/>
        </w:rPr>
        <w:t>:</w:t>
      </w:r>
      <w:r w:rsidR="002560C5" w:rsidRPr="002C0915">
        <w:rPr>
          <w:spacing w:val="-10"/>
        </w:rPr>
        <w:tab/>
      </w:r>
      <w:r w:rsidR="00B12260" w:rsidRPr="00AC6BFD">
        <w:t>495 817 111</w:t>
      </w:r>
    </w:p>
    <w:p w14:paraId="2FD8232F" w14:textId="77777777" w:rsidR="002560C5" w:rsidRPr="002C0915" w:rsidRDefault="002560C5" w:rsidP="00D406E3">
      <w:pPr>
        <w:tabs>
          <w:tab w:val="left" w:pos="3686"/>
        </w:tabs>
        <w:spacing w:before="180"/>
        <w:jc w:val="both"/>
        <w:outlineLvl w:val="0"/>
        <w:rPr>
          <w:szCs w:val="24"/>
        </w:rPr>
      </w:pPr>
      <w:r w:rsidRPr="002C0915">
        <w:rPr>
          <w:szCs w:val="24"/>
        </w:rPr>
        <w:t xml:space="preserve">Žádá-li o vydání </w:t>
      </w:r>
      <w:r w:rsidR="00BD0F53" w:rsidRPr="002C0915">
        <w:rPr>
          <w:szCs w:val="24"/>
        </w:rPr>
        <w:t>závazného stanoviska</w:t>
      </w:r>
      <w:r w:rsidRPr="002C0915">
        <w:rPr>
          <w:szCs w:val="24"/>
        </w:rPr>
        <w:t xml:space="preserve"> více žadatelů, js</w:t>
      </w:r>
      <w:r w:rsidR="00D406E3" w:rsidRPr="002C0915">
        <w:rPr>
          <w:szCs w:val="24"/>
        </w:rPr>
        <w:t xml:space="preserve">ou údaje obsažené v tomto bodě </w:t>
      </w:r>
      <w:r w:rsidRPr="002C0915">
        <w:rPr>
          <w:szCs w:val="24"/>
        </w:rPr>
        <w:t>připojeny v samostatné</w:t>
      </w:r>
      <w:r w:rsidR="00D406E3" w:rsidRPr="002C0915">
        <w:rPr>
          <w:szCs w:val="24"/>
        </w:rPr>
        <w:t xml:space="preserve"> příloze:</w:t>
      </w:r>
    </w:p>
    <w:p w14:paraId="11CA86F0" w14:textId="7040B7EA" w:rsidR="002560C5" w:rsidRPr="002C0915" w:rsidRDefault="002560C5" w:rsidP="002560C5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C0915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0915">
        <w:rPr>
          <w:b/>
          <w:szCs w:val="24"/>
        </w:rPr>
        <w:instrText xml:space="preserve"> FORMCHECKBOX </w:instrText>
      </w:r>
      <w:r w:rsidR="00B12260">
        <w:rPr>
          <w:b/>
          <w:szCs w:val="24"/>
        </w:rPr>
      </w:r>
      <w:r w:rsidR="00B12260">
        <w:rPr>
          <w:b/>
          <w:szCs w:val="24"/>
        </w:rPr>
        <w:fldChar w:fldCharType="separate"/>
      </w:r>
      <w:r w:rsidRPr="002C0915">
        <w:rPr>
          <w:b/>
          <w:szCs w:val="24"/>
        </w:rPr>
        <w:fldChar w:fldCharType="end"/>
      </w:r>
      <w:r w:rsidRPr="002C0915">
        <w:rPr>
          <w:b/>
          <w:szCs w:val="24"/>
        </w:rPr>
        <w:t xml:space="preserve">  </w:t>
      </w:r>
      <w:r w:rsidRPr="002C0915">
        <w:rPr>
          <w:szCs w:val="24"/>
        </w:rPr>
        <w:t xml:space="preserve"> ano               </w:t>
      </w:r>
      <w:r w:rsidR="00B12260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12260">
        <w:rPr>
          <w:b/>
          <w:szCs w:val="24"/>
        </w:rPr>
        <w:instrText xml:space="preserve"> FORMCHECKBOX </w:instrText>
      </w:r>
      <w:r w:rsidR="00B12260">
        <w:rPr>
          <w:b/>
          <w:szCs w:val="24"/>
        </w:rPr>
      </w:r>
      <w:r w:rsidR="00B12260">
        <w:rPr>
          <w:b/>
          <w:szCs w:val="24"/>
        </w:rPr>
        <w:fldChar w:fldCharType="end"/>
      </w:r>
      <w:r w:rsidRPr="002C0915">
        <w:rPr>
          <w:b/>
          <w:szCs w:val="24"/>
        </w:rPr>
        <w:t xml:space="preserve">  </w:t>
      </w:r>
      <w:r w:rsidRPr="002C0915">
        <w:rPr>
          <w:szCs w:val="24"/>
        </w:rPr>
        <w:t xml:space="preserve"> ne</w:t>
      </w:r>
    </w:p>
    <w:p w14:paraId="21A755E5" w14:textId="77777777" w:rsidR="002560C5" w:rsidRPr="002C0915" w:rsidRDefault="00D406E3" w:rsidP="001E0A7E">
      <w:pPr>
        <w:pStyle w:val="Styl2"/>
        <w:spacing w:before="360"/>
      </w:pPr>
      <w:r w:rsidRPr="002C0915">
        <w:t>II.</w:t>
      </w:r>
      <w:r w:rsidRPr="002C0915">
        <w:tab/>
        <w:t>Stavebník jedná</w:t>
      </w:r>
    </w:p>
    <w:p w14:paraId="2B96E837" w14:textId="77777777" w:rsidR="002560C5" w:rsidRPr="002C0915" w:rsidRDefault="002560C5" w:rsidP="00D406E3">
      <w:pPr>
        <w:tabs>
          <w:tab w:val="left" w:pos="567"/>
        </w:tabs>
        <w:spacing w:before="120"/>
        <w:rPr>
          <w:szCs w:val="24"/>
        </w:rPr>
      </w:pPr>
      <w:r w:rsidRPr="002C0915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0915">
        <w:rPr>
          <w:b/>
          <w:szCs w:val="24"/>
        </w:rPr>
        <w:instrText xml:space="preserve"> FORMCHECKBOX </w:instrText>
      </w:r>
      <w:r w:rsidR="00B12260">
        <w:rPr>
          <w:b/>
          <w:szCs w:val="24"/>
        </w:rPr>
      </w:r>
      <w:r w:rsidR="00B12260">
        <w:rPr>
          <w:b/>
          <w:szCs w:val="24"/>
        </w:rPr>
        <w:fldChar w:fldCharType="separate"/>
      </w:r>
      <w:r w:rsidRPr="002C0915">
        <w:rPr>
          <w:b/>
          <w:szCs w:val="24"/>
        </w:rPr>
        <w:fldChar w:fldCharType="end"/>
      </w:r>
      <w:r w:rsidR="00D406E3" w:rsidRPr="002C0915">
        <w:rPr>
          <w:szCs w:val="24"/>
        </w:rPr>
        <w:tab/>
      </w:r>
      <w:r w:rsidR="00D406E3" w:rsidRPr="00215753">
        <w:rPr>
          <w:b/>
          <w:szCs w:val="24"/>
        </w:rPr>
        <w:t>samostatně</w:t>
      </w:r>
    </w:p>
    <w:p w14:paraId="57575E65" w14:textId="05E8875A" w:rsidR="002560C5" w:rsidRPr="002C0915" w:rsidRDefault="00B12260" w:rsidP="00057EB4">
      <w:pPr>
        <w:tabs>
          <w:tab w:val="left" w:pos="567"/>
        </w:tabs>
        <w:ind w:left="567" w:hanging="567"/>
        <w:jc w:val="both"/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end"/>
      </w:r>
      <w:r w:rsidR="00D406E3" w:rsidRPr="002C0915">
        <w:rPr>
          <w:szCs w:val="24"/>
        </w:rPr>
        <w:tab/>
        <w:t>je zastoupen</w:t>
      </w:r>
      <w:r w:rsidR="00057EB4" w:rsidRPr="002C0915">
        <w:rPr>
          <w:szCs w:val="24"/>
        </w:rPr>
        <w:t xml:space="preserve"> na základě</w:t>
      </w:r>
      <w:r w:rsidR="00057EB4" w:rsidRPr="006D1869">
        <w:rPr>
          <w:szCs w:val="24"/>
        </w:rPr>
        <w:t xml:space="preserve"> </w:t>
      </w:r>
      <w:r w:rsidR="00215753" w:rsidRPr="006D1869">
        <w:rPr>
          <w:b/>
          <w:szCs w:val="24"/>
        </w:rPr>
        <w:t>doložené</w:t>
      </w:r>
      <w:r w:rsidR="00215753" w:rsidRPr="00215753">
        <w:rPr>
          <w:b/>
          <w:szCs w:val="24"/>
        </w:rPr>
        <w:t xml:space="preserve"> </w:t>
      </w:r>
      <w:r w:rsidR="00057EB4" w:rsidRPr="00215753">
        <w:rPr>
          <w:b/>
          <w:szCs w:val="24"/>
        </w:rPr>
        <w:t>plné moci</w:t>
      </w:r>
      <w:r w:rsidR="00D406E3" w:rsidRPr="002C0915">
        <w:rPr>
          <w:szCs w:val="24"/>
        </w:rPr>
        <w:t xml:space="preserve">: </w:t>
      </w:r>
      <w:r w:rsidR="00DB7EE4">
        <w:rPr>
          <w:szCs w:val="24"/>
        </w:rPr>
        <w:t>jméno, příjmení/</w:t>
      </w:r>
      <w:r w:rsidR="002560C5" w:rsidRPr="002C0915">
        <w:rPr>
          <w:szCs w:val="24"/>
        </w:rPr>
        <w:t>název nebo obchodní firma</w:t>
      </w:r>
      <w:r w:rsidR="006D1869">
        <w:rPr>
          <w:szCs w:val="24"/>
        </w:rPr>
        <w:t xml:space="preserve"> </w:t>
      </w:r>
      <w:r w:rsidR="002560C5" w:rsidRPr="002C0915">
        <w:rPr>
          <w:szCs w:val="24"/>
        </w:rPr>
        <w:t>zástupce; místo trvalého pobytu/adresa sídla:</w:t>
      </w:r>
    </w:p>
    <w:p w14:paraId="1486EE73" w14:textId="77777777" w:rsidR="00B12260" w:rsidRPr="00C9307A" w:rsidRDefault="00B12260" w:rsidP="00B12260">
      <w:r w:rsidRPr="00C9307A">
        <w:t>ÚDRŽBA SILNIC Královéhradeckého kraje, a.s.</w:t>
      </w:r>
    </w:p>
    <w:p w14:paraId="17767823" w14:textId="77777777" w:rsidR="00B12260" w:rsidRPr="00AC6BFD" w:rsidRDefault="00B12260" w:rsidP="00B12260">
      <w:r w:rsidRPr="00AC6BFD">
        <w:t>Kutnohorská 59</w:t>
      </w:r>
    </w:p>
    <w:p w14:paraId="36EB9FB2" w14:textId="77777777" w:rsidR="00B12260" w:rsidRPr="00AC6BFD" w:rsidRDefault="00B12260" w:rsidP="00B12260">
      <w:r w:rsidRPr="00AC6BFD">
        <w:t>500 04 Hradec Králové – Plačice</w:t>
      </w:r>
    </w:p>
    <w:p w14:paraId="085A465C" w14:textId="77777777" w:rsidR="00B12260" w:rsidRPr="00AC6BFD" w:rsidRDefault="00B12260" w:rsidP="00B12260">
      <w:r w:rsidRPr="00AC6BFD">
        <w:t>IČO: 275 02 988</w:t>
      </w:r>
    </w:p>
    <w:p w14:paraId="0A49F0F8" w14:textId="77777777" w:rsidR="00B12260" w:rsidRPr="00AC6BFD" w:rsidRDefault="00B12260" w:rsidP="00B12260">
      <w:r w:rsidRPr="00AC6BFD">
        <w:t>DIČ: CZ 275 02 988</w:t>
      </w:r>
    </w:p>
    <w:p w14:paraId="51AE20C0" w14:textId="77777777" w:rsidR="00B12260" w:rsidRPr="00FB299F" w:rsidRDefault="00B12260" w:rsidP="00B12260">
      <w:pPr>
        <w:tabs>
          <w:tab w:val="left" w:pos="4111"/>
        </w:tabs>
        <w:spacing w:before="120"/>
      </w:pPr>
      <w:r w:rsidRPr="00FB299F">
        <w:t>Telefon / mobilní telefon: 495 540 211</w:t>
      </w:r>
    </w:p>
    <w:p w14:paraId="202B4A9B" w14:textId="77777777" w:rsidR="00B12260" w:rsidRPr="00FB299F" w:rsidRDefault="00B12260" w:rsidP="00B12260">
      <w:pPr>
        <w:tabs>
          <w:tab w:val="left" w:pos="4111"/>
        </w:tabs>
        <w:spacing w:before="120"/>
      </w:pPr>
      <w:r w:rsidRPr="00FB299F">
        <w:lastRenderedPageBreak/>
        <w:t>Fax / e-mail: 495 533 973 / uskhk@uskhk.eu</w:t>
      </w:r>
    </w:p>
    <w:p w14:paraId="37D9E284" w14:textId="77777777" w:rsidR="00B12260" w:rsidRPr="00FB299F" w:rsidRDefault="00B12260" w:rsidP="00B12260">
      <w:pPr>
        <w:tabs>
          <w:tab w:val="left" w:pos="4111"/>
        </w:tabs>
        <w:spacing w:before="120" w:after="120"/>
      </w:pPr>
      <w:r w:rsidRPr="00FB299F">
        <w:t>Datová schránka: p8bghw3</w:t>
      </w:r>
    </w:p>
    <w:p w14:paraId="022C7626" w14:textId="79D75666" w:rsidR="00B12260" w:rsidRDefault="00B12260" w:rsidP="00B12260">
      <w:pPr>
        <w:tabs>
          <w:tab w:val="left" w:pos="4111"/>
        </w:tabs>
        <w:spacing w:before="120"/>
      </w:pPr>
      <w:r w:rsidRPr="00FB299F">
        <w:t xml:space="preserve">Osoba oprávněná jednat jménem právnické osoby: </w:t>
      </w:r>
      <w:r>
        <w:t>Aleš Lánský</w:t>
      </w:r>
      <w:r w:rsidRPr="00FB299F">
        <w:t xml:space="preserve">, tel. </w:t>
      </w:r>
      <w:r>
        <w:t>602 492 083</w:t>
      </w:r>
      <w:r w:rsidRPr="00FB299F">
        <w:t xml:space="preserve">, </w:t>
      </w:r>
      <w:hyperlink r:id="rId7" w:history="1">
        <w:r w:rsidRPr="00BC3D82">
          <w:rPr>
            <w:rStyle w:val="Hypertextovodkaz"/>
          </w:rPr>
          <w:t>ales.lansky@uskhk.eu</w:t>
        </w:r>
      </w:hyperlink>
    </w:p>
    <w:p w14:paraId="76B535DB" w14:textId="77777777" w:rsidR="00B12260" w:rsidRDefault="00B12260" w:rsidP="00B12260">
      <w:pPr>
        <w:tabs>
          <w:tab w:val="left" w:pos="4111"/>
        </w:tabs>
        <w:spacing w:before="120"/>
      </w:pPr>
    </w:p>
    <w:p w14:paraId="53A0F6D5" w14:textId="50142AF6" w:rsidR="00D16072" w:rsidRPr="002C0915" w:rsidRDefault="00D16072" w:rsidP="00B12260">
      <w:pPr>
        <w:tabs>
          <w:tab w:val="left" w:pos="4111"/>
        </w:tabs>
        <w:spacing w:before="120"/>
      </w:pPr>
      <w:r w:rsidRPr="002C0915">
        <w:t>I</w:t>
      </w:r>
      <w:r>
        <w:t>II</w:t>
      </w:r>
      <w:r w:rsidRPr="002C0915">
        <w:t>.</w:t>
      </w:r>
      <w:r w:rsidR="00B12260">
        <w:t xml:space="preserve"> </w:t>
      </w:r>
      <w:r w:rsidRPr="002C0915">
        <w:t xml:space="preserve">Údaje o stavbě </w:t>
      </w:r>
    </w:p>
    <w:p w14:paraId="612A36D9" w14:textId="77777777" w:rsidR="00D16072" w:rsidRPr="002C0915" w:rsidRDefault="00D16072" w:rsidP="00D16072">
      <w:pPr>
        <w:tabs>
          <w:tab w:val="left" w:pos="2268"/>
        </w:tabs>
        <w:spacing w:before="240"/>
        <w:jc w:val="both"/>
        <w:outlineLvl w:val="0"/>
      </w:pPr>
      <w:r w:rsidRPr="002C0915">
        <w:t>Umístění stavby:</w:t>
      </w:r>
      <w:r w:rsidRPr="002C0915">
        <w:tab/>
        <w:t>...................................................................................................................................................</w:t>
      </w:r>
    </w:p>
    <w:p w14:paraId="3C3D1BC6" w14:textId="77777777" w:rsidR="00B12260" w:rsidRPr="00B53327" w:rsidRDefault="00D16072" w:rsidP="00B122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ind w:left="2010" w:hanging="2010"/>
        <w:jc w:val="both"/>
        <w:rPr>
          <w:color w:val="000000" w:themeColor="text1"/>
          <w:sz w:val="24"/>
          <w:szCs w:val="24"/>
        </w:rPr>
      </w:pPr>
      <w:r w:rsidRPr="002C0915">
        <w:t>Provozní záměr:</w:t>
      </w:r>
      <w:r w:rsidRPr="002C0915">
        <w:tab/>
      </w:r>
      <w:r w:rsidR="00B12260" w:rsidRPr="00AC6BFD">
        <w:t>Jedná se o přeložku stávající silnice II/305 mezi městem Týniště nad Orlicí a obcí Albrechtice nad Orlicí. V začátku úseku tvoří trasa jeden z paprsků stávající okružní křižovatky u obchodního centra ve městě Týniště n. O. Trasa dále prochází podél výrobních a prodejních objektů, aby následně pomocí mostního objektu přes řeku Orlici opustila zastavěné území města. Následně je trasa vedena v extravilánu, po mostních objektech překonává údolní nivu a záplavové území řeky Orlice. V konci úseku je koridor silnice II/305 ukončen před protipovodňovou ochranou a zástavbou obce Albrechtice n. O. V trase přeložky jsou navrhnuty 4 nové mostní objekty. Délka přeložky silnice činí 512,70 m.</w:t>
      </w:r>
      <w:r w:rsidR="00B12260">
        <w:t xml:space="preserve"> (více viz PD)</w:t>
      </w:r>
    </w:p>
    <w:p w14:paraId="7383023E" w14:textId="65EE87AB" w:rsidR="00D16072" w:rsidRPr="002C0915" w:rsidRDefault="00D16072" w:rsidP="00B12260">
      <w:pPr>
        <w:tabs>
          <w:tab w:val="left" w:pos="2268"/>
        </w:tabs>
        <w:spacing w:before="240"/>
        <w:jc w:val="both"/>
        <w:outlineLvl w:val="0"/>
      </w:pPr>
      <w:r>
        <w:t>I</w:t>
      </w:r>
      <w:r w:rsidRPr="002C0915">
        <w:t>V.</w:t>
      </w:r>
      <w:r w:rsidR="00B12260">
        <w:t xml:space="preserve"> </w:t>
      </w:r>
      <w:r w:rsidRPr="002C0915">
        <w:t>Napojení na dopravní a technickou infrastrukturu (</w:t>
      </w:r>
      <w:r>
        <w:t xml:space="preserve">tzn. </w:t>
      </w:r>
      <w:r w:rsidRPr="002C0915">
        <w:t>nap</w:t>
      </w:r>
      <w:r>
        <w:t xml:space="preserve">ojení </w:t>
      </w:r>
      <w:r w:rsidRPr="002C0915">
        <w:t>na</w:t>
      </w:r>
      <w:r>
        <w:t xml:space="preserve"> zdroj pitné vody, teplé vody,</w:t>
      </w:r>
      <w:r w:rsidR="00B71505">
        <w:t xml:space="preserve"> </w:t>
      </w:r>
      <w:r>
        <w:t>...</w:t>
      </w:r>
      <w:r w:rsidRPr="002C0915">
        <w:t>)</w:t>
      </w:r>
    </w:p>
    <w:p w14:paraId="03F9E915" w14:textId="77777777" w:rsidR="00D16072" w:rsidRPr="002C0915" w:rsidRDefault="00D16072" w:rsidP="00D16072">
      <w:pPr>
        <w:tabs>
          <w:tab w:val="left" w:pos="426"/>
          <w:tab w:val="left" w:pos="2013"/>
          <w:tab w:val="left" w:pos="3119"/>
          <w:tab w:val="left" w:pos="4536"/>
        </w:tabs>
        <w:spacing w:before="240"/>
      </w:pPr>
      <w:r w:rsidRPr="002C0915">
        <w:t>................................................................................................................................................................................................</w:t>
      </w:r>
    </w:p>
    <w:p w14:paraId="256F751D" w14:textId="77777777" w:rsidR="00D16072" w:rsidRPr="002C0915" w:rsidRDefault="00D16072" w:rsidP="00D16072">
      <w:pPr>
        <w:tabs>
          <w:tab w:val="left" w:pos="426"/>
          <w:tab w:val="left" w:pos="2013"/>
          <w:tab w:val="left" w:pos="3119"/>
          <w:tab w:val="left" w:pos="4536"/>
        </w:tabs>
        <w:spacing w:before="240"/>
      </w:pPr>
      <w:r w:rsidRPr="002C0915">
        <w:t>................................................................................................................................................................................................</w:t>
      </w:r>
    </w:p>
    <w:p w14:paraId="3FECB300" w14:textId="77777777" w:rsidR="00D16072" w:rsidRPr="002C0915" w:rsidRDefault="00D16072" w:rsidP="00D16072">
      <w:pPr>
        <w:tabs>
          <w:tab w:val="left" w:pos="426"/>
          <w:tab w:val="left" w:pos="2013"/>
          <w:tab w:val="left" w:pos="3119"/>
          <w:tab w:val="left" w:pos="4536"/>
        </w:tabs>
        <w:spacing w:before="240"/>
      </w:pPr>
      <w:r w:rsidRPr="002C0915">
        <w:t>................................................................................................................................................................................................</w:t>
      </w:r>
    </w:p>
    <w:p w14:paraId="769BDC31" w14:textId="77777777" w:rsidR="00D16072" w:rsidRPr="002C0915" w:rsidRDefault="00D16072" w:rsidP="00D16072">
      <w:pPr>
        <w:pStyle w:val="Styl2"/>
        <w:spacing w:before="360"/>
      </w:pPr>
      <w:r>
        <w:t>V.</w:t>
      </w:r>
      <w:r>
        <w:tab/>
        <w:t>Způsob převzetí závazného stanoviska</w:t>
      </w:r>
    </w:p>
    <w:p w14:paraId="545B31CB" w14:textId="20FC1758" w:rsidR="00D16072" w:rsidRPr="002C0915" w:rsidRDefault="00B12260" w:rsidP="00D16072">
      <w:pPr>
        <w:tabs>
          <w:tab w:val="left" w:pos="567"/>
        </w:tabs>
        <w:spacing w:before="120"/>
        <w:rPr>
          <w:spacing w:val="-10"/>
        </w:rPr>
      </w:pPr>
      <w:r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end"/>
      </w:r>
      <w:r w:rsidR="00D16072" w:rsidRPr="002C0915">
        <w:rPr>
          <w:szCs w:val="24"/>
        </w:rPr>
        <w:tab/>
      </w:r>
      <w:r w:rsidR="00D16072">
        <w:rPr>
          <w:szCs w:val="24"/>
        </w:rPr>
        <w:t>osobně</w:t>
      </w:r>
      <w:r w:rsidR="009E74FE">
        <w:rPr>
          <w:szCs w:val="24"/>
        </w:rPr>
        <w:t>*</w:t>
      </w:r>
      <w:r w:rsidR="009E74FE">
        <w:rPr>
          <w:szCs w:val="24"/>
        </w:rPr>
        <w:tab/>
      </w:r>
      <w:r>
        <w:t>Aleš Lánský</w:t>
      </w:r>
      <w:r w:rsidRPr="00FB299F">
        <w:t xml:space="preserve">, tel. </w:t>
      </w:r>
      <w:r>
        <w:t>602 492 083</w:t>
      </w:r>
      <w:r w:rsidRPr="00FB299F">
        <w:t xml:space="preserve">, </w:t>
      </w:r>
      <w:hyperlink r:id="rId8" w:history="1">
        <w:r w:rsidRPr="00BC3D82">
          <w:rPr>
            <w:rStyle w:val="Hypertextovodkaz"/>
          </w:rPr>
          <w:t>ales.lansky@uskhk.eu</w:t>
        </w:r>
      </w:hyperlink>
    </w:p>
    <w:p w14:paraId="49922B76" w14:textId="77777777" w:rsidR="004146BA" w:rsidRPr="00B71505" w:rsidRDefault="009E74FE" w:rsidP="004146BA">
      <w:pPr>
        <w:tabs>
          <w:tab w:val="left" w:pos="567"/>
        </w:tabs>
        <w:spacing w:before="120"/>
        <w:ind w:left="567" w:hanging="567"/>
        <w:jc w:val="both"/>
        <w:rPr>
          <w:szCs w:val="24"/>
        </w:rPr>
      </w:pPr>
      <w:r w:rsidRPr="00B71505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1505">
        <w:rPr>
          <w:szCs w:val="24"/>
        </w:rPr>
        <w:instrText xml:space="preserve"> FORMCHECKBOX </w:instrText>
      </w:r>
      <w:r w:rsidR="00B12260">
        <w:rPr>
          <w:szCs w:val="24"/>
        </w:rPr>
      </w:r>
      <w:r w:rsidR="00B12260">
        <w:rPr>
          <w:szCs w:val="24"/>
        </w:rPr>
        <w:fldChar w:fldCharType="separate"/>
      </w:r>
      <w:r w:rsidRPr="00B71505">
        <w:rPr>
          <w:szCs w:val="24"/>
        </w:rPr>
        <w:fldChar w:fldCharType="end"/>
      </w:r>
      <w:r w:rsidR="00D16072" w:rsidRPr="00B71505">
        <w:rPr>
          <w:szCs w:val="24"/>
        </w:rPr>
        <w:tab/>
      </w:r>
      <w:r w:rsidR="004146BA" w:rsidRPr="00B71505">
        <w:rPr>
          <w:szCs w:val="24"/>
        </w:rPr>
        <w:t>zaslat poštou**</w:t>
      </w:r>
      <w:r w:rsidR="00B71505">
        <w:rPr>
          <w:szCs w:val="24"/>
        </w:rPr>
        <w:tab/>
      </w:r>
      <w:r w:rsidR="00B71505" w:rsidRPr="005B26F6">
        <w:t>...........................................................................</w:t>
      </w:r>
      <w:r w:rsidR="00B71505">
        <w:t>.</w:t>
      </w:r>
      <w:r w:rsidR="00B71505" w:rsidRPr="005B26F6">
        <w:t>....................</w:t>
      </w:r>
      <w:r w:rsidR="00B71505" w:rsidRPr="002C0915">
        <w:t>................................................</w:t>
      </w:r>
      <w:r w:rsidR="00B71505">
        <w:t>.</w:t>
      </w:r>
    </w:p>
    <w:p w14:paraId="079A2B3B" w14:textId="77777777" w:rsidR="004146BA" w:rsidRPr="00B71505" w:rsidRDefault="00B71505" w:rsidP="004146BA">
      <w:pPr>
        <w:tabs>
          <w:tab w:val="left" w:pos="567"/>
        </w:tabs>
        <w:spacing w:before="120"/>
        <w:ind w:left="567" w:hanging="567"/>
        <w:jc w:val="both"/>
        <w:rPr>
          <w:szCs w:val="24"/>
        </w:rPr>
      </w:pPr>
      <w:r w:rsidRPr="00B71505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1505">
        <w:rPr>
          <w:szCs w:val="24"/>
        </w:rPr>
        <w:instrText xml:space="preserve"> FORMCHECKBOX </w:instrText>
      </w:r>
      <w:r w:rsidR="00B12260">
        <w:rPr>
          <w:szCs w:val="24"/>
        </w:rPr>
      </w:r>
      <w:r w:rsidR="00B12260">
        <w:rPr>
          <w:szCs w:val="24"/>
        </w:rPr>
        <w:fldChar w:fldCharType="separate"/>
      </w:r>
      <w:r w:rsidRPr="00B71505">
        <w:rPr>
          <w:szCs w:val="24"/>
        </w:rPr>
        <w:fldChar w:fldCharType="end"/>
      </w:r>
      <w:r w:rsidR="004146BA" w:rsidRPr="00B71505">
        <w:rPr>
          <w:szCs w:val="24"/>
        </w:rPr>
        <w:tab/>
        <w:t xml:space="preserve">zaslat IDDS </w:t>
      </w:r>
    </w:p>
    <w:p w14:paraId="40793659" w14:textId="77777777" w:rsidR="00D16072" w:rsidRPr="009E74FE" w:rsidRDefault="00D16072" w:rsidP="00D16072">
      <w:pPr>
        <w:tabs>
          <w:tab w:val="left" w:pos="567"/>
        </w:tabs>
        <w:spacing w:before="120"/>
        <w:ind w:left="567" w:hanging="567"/>
        <w:jc w:val="both"/>
        <w:rPr>
          <w:szCs w:val="24"/>
          <w:highlight w:val="yellow"/>
        </w:rPr>
      </w:pPr>
    </w:p>
    <w:p w14:paraId="0526CBDA" w14:textId="77777777" w:rsidR="009E74FE" w:rsidRPr="00B71505" w:rsidRDefault="009E74FE" w:rsidP="00D16072">
      <w:pPr>
        <w:tabs>
          <w:tab w:val="left" w:pos="567"/>
        </w:tabs>
        <w:spacing w:before="120"/>
        <w:ind w:left="567" w:hanging="567"/>
        <w:jc w:val="both"/>
        <w:rPr>
          <w:szCs w:val="24"/>
        </w:rPr>
      </w:pPr>
    </w:p>
    <w:p w14:paraId="3C6723AA" w14:textId="77777777" w:rsidR="00D16072" w:rsidRPr="002C0915" w:rsidRDefault="00D16072" w:rsidP="00D16072">
      <w:pPr>
        <w:tabs>
          <w:tab w:val="left" w:pos="567"/>
        </w:tabs>
        <w:spacing w:before="120"/>
        <w:ind w:left="567" w:hanging="567"/>
        <w:jc w:val="both"/>
        <w:rPr>
          <w:szCs w:val="24"/>
        </w:rPr>
      </w:pPr>
    </w:p>
    <w:p w14:paraId="5BD016CF" w14:textId="77777777" w:rsidR="00D16072" w:rsidRPr="002C0915" w:rsidRDefault="00D16072" w:rsidP="00D16072">
      <w:pPr>
        <w:tabs>
          <w:tab w:val="left" w:pos="4536"/>
        </w:tabs>
        <w:spacing w:before="180"/>
        <w:jc w:val="both"/>
        <w:outlineLvl w:val="0"/>
      </w:pPr>
      <w:r w:rsidRPr="002C0915">
        <w:tab/>
        <w:t>......................................................................................................</w:t>
      </w:r>
    </w:p>
    <w:p w14:paraId="5907EC2C" w14:textId="77777777" w:rsidR="00D16072" w:rsidRDefault="00D16072" w:rsidP="00D16072">
      <w:pPr>
        <w:tabs>
          <w:tab w:val="left" w:pos="4536"/>
        </w:tabs>
        <w:jc w:val="both"/>
        <w:outlineLvl w:val="0"/>
      </w:pPr>
      <w:r w:rsidRPr="002C0915">
        <w:tab/>
      </w:r>
      <w:r w:rsidRPr="002C0915">
        <w:tab/>
        <w:t>podpis</w:t>
      </w:r>
    </w:p>
    <w:p w14:paraId="1FFC402F" w14:textId="77777777" w:rsidR="00D16072" w:rsidRDefault="00D16072" w:rsidP="00D16072">
      <w:pPr>
        <w:tabs>
          <w:tab w:val="left" w:pos="4536"/>
        </w:tabs>
        <w:jc w:val="both"/>
        <w:outlineLvl w:val="0"/>
      </w:pPr>
    </w:p>
    <w:p w14:paraId="2B3709A4" w14:textId="56FBAFF6" w:rsidR="00D16072" w:rsidRPr="002C0915" w:rsidRDefault="00D16072" w:rsidP="00D16072">
      <w:pPr>
        <w:tabs>
          <w:tab w:val="left" w:pos="2268"/>
        </w:tabs>
        <w:spacing w:before="120"/>
        <w:jc w:val="both"/>
        <w:outlineLvl w:val="0"/>
      </w:pPr>
      <w:r>
        <w:t>Přílohy žádosti</w:t>
      </w:r>
      <w:r w:rsidRPr="002C0915">
        <w:t>:</w:t>
      </w:r>
      <w:r w:rsidRPr="002C0915">
        <w:tab/>
      </w:r>
      <w:r w:rsidR="00B12260">
        <w:t>Akustické posouzení</w:t>
      </w:r>
    </w:p>
    <w:p w14:paraId="7979A5C0" w14:textId="2130F748" w:rsidR="00D16072" w:rsidRPr="002C0915" w:rsidRDefault="00D16072" w:rsidP="00D16072">
      <w:pPr>
        <w:tabs>
          <w:tab w:val="left" w:pos="2268"/>
        </w:tabs>
        <w:spacing w:before="120"/>
        <w:jc w:val="both"/>
        <w:outlineLvl w:val="0"/>
      </w:pPr>
      <w:r>
        <w:tab/>
      </w:r>
      <w:r w:rsidR="00B12260">
        <w:t>Projektová dokumentace</w:t>
      </w:r>
    </w:p>
    <w:p w14:paraId="4AD8BA66" w14:textId="77777777" w:rsidR="00B71505" w:rsidRPr="002C0915" w:rsidRDefault="00B71505" w:rsidP="00B71505">
      <w:pPr>
        <w:tabs>
          <w:tab w:val="left" w:pos="2268"/>
        </w:tabs>
        <w:spacing w:before="120"/>
        <w:jc w:val="both"/>
        <w:outlineLvl w:val="0"/>
      </w:pPr>
      <w:r>
        <w:tab/>
      </w:r>
      <w:r w:rsidRPr="002C0915">
        <w:t>...................................................................................................................................................</w:t>
      </w:r>
    </w:p>
    <w:p w14:paraId="7773BA6F" w14:textId="77777777" w:rsidR="00B71505" w:rsidRPr="002C0915" w:rsidRDefault="00B71505" w:rsidP="00B71505">
      <w:pPr>
        <w:tabs>
          <w:tab w:val="left" w:pos="2268"/>
        </w:tabs>
        <w:spacing w:before="120"/>
        <w:jc w:val="both"/>
        <w:outlineLvl w:val="0"/>
      </w:pPr>
      <w:r>
        <w:tab/>
      </w:r>
      <w:r w:rsidRPr="002C0915">
        <w:t>...................................................................................................................................................</w:t>
      </w:r>
    </w:p>
    <w:p w14:paraId="2DC43D4B" w14:textId="77777777" w:rsidR="00D16072" w:rsidRDefault="00D16072" w:rsidP="00D16072"/>
    <w:p w14:paraId="5C704195" w14:textId="77777777" w:rsidR="00D16072" w:rsidRDefault="00D16072" w:rsidP="00D16072"/>
    <w:p w14:paraId="5990DB14" w14:textId="77777777" w:rsidR="00D16072" w:rsidRDefault="00D16072" w:rsidP="00D16072"/>
    <w:p w14:paraId="253161F6" w14:textId="77777777" w:rsidR="00D16072" w:rsidRDefault="00D16072" w:rsidP="00D16072"/>
    <w:p w14:paraId="7287F015" w14:textId="77777777" w:rsidR="00D16072" w:rsidRDefault="00D16072" w:rsidP="00D16072"/>
    <w:p w14:paraId="0239804D" w14:textId="77777777" w:rsidR="00D16072" w:rsidRDefault="00D16072" w:rsidP="00D16072"/>
    <w:p w14:paraId="72FBACE3" w14:textId="77777777" w:rsidR="00D16072" w:rsidRDefault="00D16072" w:rsidP="00D16072"/>
    <w:p w14:paraId="3C247308" w14:textId="77777777" w:rsidR="00D16072" w:rsidRDefault="00D16072" w:rsidP="00D16072"/>
    <w:p w14:paraId="5D5DE055" w14:textId="77777777" w:rsidR="00D16072" w:rsidRDefault="00D16072" w:rsidP="00D16072"/>
    <w:p w14:paraId="75740254" w14:textId="77777777" w:rsidR="00D16072" w:rsidRDefault="00D16072" w:rsidP="00D16072"/>
    <w:p w14:paraId="7E8A4E77" w14:textId="77777777" w:rsidR="00D16072" w:rsidRDefault="00D16072" w:rsidP="00D16072"/>
    <w:p w14:paraId="1AF13879" w14:textId="77777777" w:rsidR="00B429C1" w:rsidRPr="00B71505" w:rsidRDefault="00D16072" w:rsidP="00B71505">
      <w:pPr>
        <w:ind w:left="284" w:hanging="284"/>
        <w:jc w:val="both"/>
        <w:rPr>
          <w:spacing w:val="-6"/>
        </w:rPr>
      </w:pPr>
      <w:r w:rsidRPr="00B71505">
        <w:rPr>
          <w:spacing w:val="-6"/>
        </w:rPr>
        <w:t>*</w:t>
      </w:r>
      <w:r w:rsidR="00B71505">
        <w:rPr>
          <w:spacing w:val="-6"/>
        </w:rPr>
        <w:t xml:space="preserve"> </w:t>
      </w:r>
      <w:r w:rsidR="00B71505">
        <w:rPr>
          <w:spacing w:val="-6"/>
        </w:rPr>
        <w:tab/>
      </w:r>
      <w:r w:rsidRPr="00B71505">
        <w:rPr>
          <w:spacing w:val="-6"/>
        </w:rPr>
        <w:t>v takovém případě uveďte kontaktní údaje (telefon, e-mail apod.), prostřednictvím kterých budete o datu převzetí informováni</w:t>
      </w:r>
    </w:p>
    <w:p w14:paraId="33103C92" w14:textId="77777777" w:rsidR="009E74FE" w:rsidRPr="00B71505" w:rsidRDefault="009E74FE" w:rsidP="00B71505">
      <w:pPr>
        <w:ind w:left="284" w:hanging="284"/>
        <w:jc w:val="both"/>
        <w:rPr>
          <w:spacing w:val="-6"/>
        </w:rPr>
      </w:pPr>
      <w:r w:rsidRPr="00B71505">
        <w:rPr>
          <w:spacing w:val="-6"/>
        </w:rPr>
        <w:t>**</w:t>
      </w:r>
      <w:r w:rsidR="00B71505">
        <w:rPr>
          <w:spacing w:val="-6"/>
        </w:rPr>
        <w:tab/>
      </w:r>
      <w:r w:rsidRPr="00B71505">
        <w:rPr>
          <w:spacing w:val="-6"/>
        </w:rPr>
        <w:t>nelze využít v případě, má-li žadatel zřízenu datovou schránku</w:t>
      </w:r>
      <w:r w:rsidR="004146BA" w:rsidRPr="00B71505">
        <w:rPr>
          <w:spacing w:val="-6"/>
        </w:rPr>
        <w:t>; v případě doručení na jinou, než výše uvedenou adresu, uveďte adresu pro doručení</w:t>
      </w:r>
    </w:p>
    <w:sectPr w:rsidR="009E74FE" w:rsidRPr="00B71505" w:rsidSect="00803D35">
      <w:headerReference w:type="default" r:id="rId9"/>
      <w:footerReference w:type="default" r:id="rId10"/>
      <w:pgSz w:w="11906" w:h="16838" w:code="9"/>
      <w:pgMar w:top="1134" w:right="851" w:bottom="851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53C78" w14:textId="77777777" w:rsidR="00BB5104" w:rsidRDefault="00BB5104">
      <w:r>
        <w:separator/>
      </w:r>
    </w:p>
  </w:endnote>
  <w:endnote w:type="continuationSeparator" w:id="0">
    <w:p w14:paraId="51C93988" w14:textId="77777777" w:rsidR="00BB5104" w:rsidRDefault="00BB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B554" w14:textId="77777777" w:rsidR="000C681C" w:rsidRDefault="000C681C" w:rsidP="00ED453B">
    <w:pPr>
      <w:pStyle w:val="Zpat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F7B14">
      <w:rPr>
        <w:noProof/>
      </w:rPr>
      <w:t>1</w:t>
    </w:r>
    <w:r>
      <w:fldChar w:fldCharType="end"/>
    </w:r>
    <w:r>
      <w:t xml:space="preserve"> (celkem </w:t>
    </w:r>
    <w:fldSimple w:instr=" NUMPAGES ">
      <w:r w:rsidR="004F7B14">
        <w:rPr>
          <w:noProof/>
        </w:rPr>
        <w:t>2</w:t>
      </w:r>
    </w:fldSimple>
    <w:r>
      <w:t>)</w:t>
    </w:r>
  </w:p>
  <w:p w14:paraId="07E830C2" w14:textId="77777777" w:rsidR="000C681C" w:rsidRDefault="000C68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1D13" w14:textId="77777777" w:rsidR="00BB5104" w:rsidRDefault="00BB5104">
      <w:r>
        <w:separator/>
      </w:r>
    </w:p>
  </w:footnote>
  <w:footnote w:type="continuationSeparator" w:id="0">
    <w:p w14:paraId="681F4CF2" w14:textId="77777777" w:rsidR="00BB5104" w:rsidRDefault="00BB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49B8" w14:textId="77777777" w:rsidR="000C681C" w:rsidRPr="002C0915" w:rsidRDefault="000C681C" w:rsidP="007B6645">
    <w:pPr>
      <w:autoSpaceDE w:val="0"/>
      <w:autoSpaceDN w:val="0"/>
      <w:adjustRightInd w:val="0"/>
      <w:spacing w:after="240"/>
      <w:jc w:val="right"/>
      <w:outlineLvl w:val="0"/>
      <w:rPr>
        <w:sz w:val="16"/>
        <w:szCs w:val="16"/>
      </w:rPr>
    </w:pPr>
    <w:r w:rsidRPr="00B71505">
      <w:rPr>
        <w:sz w:val="16"/>
        <w:szCs w:val="16"/>
      </w:rPr>
      <w:t>Verze 0</w:t>
    </w:r>
    <w:r w:rsidR="004F7B14">
      <w:rPr>
        <w:sz w:val="16"/>
        <w:szCs w:val="16"/>
      </w:rPr>
      <w:t>1</w:t>
    </w:r>
    <w:r w:rsidRPr="00B71505">
      <w:rPr>
        <w:sz w:val="16"/>
        <w:szCs w:val="16"/>
      </w:rPr>
      <w:t>/20</w:t>
    </w:r>
    <w:r w:rsidR="00437BB2" w:rsidRPr="00B71505">
      <w:rPr>
        <w:sz w:val="16"/>
        <w:szCs w:val="16"/>
      </w:rPr>
      <w:t>1</w:t>
    </w:r>
    <w:r w:rsidR="009E74FE" w:rsidRPr="00B71505">
      <w:rPr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264E8"/>
    <w:multiLevelType w:val="hybridMultilevel"/>
    <w:tmpl w:val="BFBE5C20"/>
    <w:lvl w:ilvl="0" w:tplc="4586BB3A">
      <w:start w:val="1"/>
      <w:numFmt w:val="upperRoman"/>
      <w:lvlText w:val="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 w:tplc="B864420C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B12EB46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728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78"/>
    <w:rsid w:val="00003813"/>
    <w:rsid w:val="00003C71"/>
    <w:rsid w:val="0001043C"/>
    <w:rsid w:val="000459C0"/>
    <w:rsid w:val="000548A3"/>
    <w:rsid w:val="00057EB4"/>
    <w:rsid w:val="00070CFF"/>
    <w:rsid w:val="00071678"/>
    <w:rsid w:val="00074BFE"/>
    <w:rsid w:val="000A043E"/>
    <w:rsid w:val="000A3571"/>
    <w:rsid w:val="000B31FF"/>
    <w:rsid w:val="000B71EC"/>
    <w:rsid w:val="000C4DD9"/>
    <w:rsid w:val="000C681C"/>
    <w:rsid w:val="000D57A3"/>
    <w:rsid w:val="000E2DA3"/>
    <w:rsid w:val="000E2E74"/>
    <w:rsid w:val="000F5D95"/>
    <w:rsid w:val="00115574"/>
    <w:rsid w:val="00117E64"/>
    <w:rsid w:val="00122CFD"/>
    <w:rsid w:val="00134302"/>
    <w:rsid w:val="00135D37"/>
    <w:rsid w:val="00156C44"/>
    <w:rsid w:val="00161924"/>
    <w:rsid w:val="00171AD0"/>
    <w:rsid w:val="00177076"/>
    <w:rsid w:val="001A28F7"/>
    <w:rsid w:val="001A2BCF"/>
    <w:rsid w:val="001B2781"/>
    <w:rsid w:val="001B6E7C"/>
    <w:rsid w:val="001E0A7E"/>
    <w:rsid w:val="001E21D8"/>
    <w:rsid w:val="001E3C84"/>
    <w:rsid w:val="001F7040"/>
    <w:rsid w:val="00205F53"/>
    <w:rsid w:val="00215753"/>
    <w:rsid w:val="002323F3"/>
    <w:rsid w:val="00241D33"/>
    <w:rsid w:val="00255A4B"/>
    <w:rsid w:val="002560C5"/>
    <w:rsid w:val="002633BF"/>
    <w:rsid w:val="00270C06"/>
    <w:rsid w:val="0027488B"/>
    <w:rsid w:val="002912FD"/>
    <w:rsid w:val="00295A13"/>
    <w:rsid w:val="002A2D57"/>
    <w:rsid w:val="002A6E07"/>
    <w:rsid w:val="002C0915"/>
    <w:rsid w:val="002D788B"/>
    <w:rsid w:val="002E26C9"/>
    <w:rsid w:val="002F5766"/>
    <w:rsid w:val="002F57C2"/>
    <w:rsid w:val="00302CEC"/>
    <w:rsid w:val="00316BD5"/>
    <w:rsid w:val="00323B4C"/>
    <w:rsid w:val="00331D1B"/>
    <w:rsid w:val="0034093A"/>
    <w:rsid w:val="00364082"/>
    <w:rsid w:val="003761FD"/>
    <w:rsid w:val="003967E9"/>
    <w:rsid w:val="003A4922"/>
    <w:rsid w:val="003C452F"/>
    <w:rsid w:val="0041133B"/>
    <w:rsid w:val="0041192F"/>
    <w:rsid w:val="004146BA"/>
    <w:rsid w:val="00427744"/>
    <w:rsid w:val="00432D8E"/>
    <w:rsid w:val="004334A9"/>
    <w:rsid w:val="00437BB2"/>
    <w:rsid w:val="00460162"/>
    <w:rsid w:val="004625E1"/>
    <w:rsid w:val="0047612C"/>
    <w:rsid w:val="0049051D"/>
    <w:rsid w:val="004C6DBE"/>
    <w:rsid w:val="004D69CF"/>
    <w:rsid w:val="004F7B14"/>
    <w:rsid w:val="00532B40"/>
    <w:rsid w:val="005358EE"/>
    <w:rsid w:val="00553C52"/>
    <w:rsid w:val="00566E0A"/>
    <w:rsid w:val="00592A81"/>
    <w:rsid w:val="00593A9D"/>
    <w:rsid w:val="005959B7"/>
    <w:rsid w:val="005B26F6"/>
    <w:rsid w:val="005B7454"/>
    <w:rsid w:val="005D2782"/>
    <w:rsid w:val="005E134B"/>
    <w:rsid w:val="005E3F8A"/>
    <w:rsid w:val="005E40A4"/>
    <w:rsid w:val="005F1643"/>
    <w:rsid w:val="005F32F2"/>
    <w:rsid w:val="005F6457"/>
    <w:rsid w:val="00603DA6"/>
    <w:rsid w:val="0062483F"/>
    <w:rsid w:val="00632820"/>
    <w:rsid w:val="006350EA"/>
    <w:rsid w:val="00636D7A"/>
    <w:rsid w:val="006450B5"/>
    <w:rsid w:val="00690071"/>
    <w:rsid w:val="00690A6D"/>
    <w:rsid w:val="00697DEE"/>
    <w:rsid w:val="006A1D07"/>
    <w:rsid w:val="006B0EBB"/>
    <w:rsid w:val="006B6453"/>
    <w:rsid w:val="006C6A07"/>
    <w:rsid w:val="006D1869"/>
    <w:rsid w:val="006D2B7E"/>
    <w:rsid w:val="006E6D8F"/>
    <w:rsid w:val="006F05DC"/>
    <w:rsid w:val="006F2DEB"/>
    <w:rsid w:val="007230FB"/>
    <w:rsid w:val="007236B3"/>
    <w:rsid w:val="00751BE3"/>
    <w:rsid w:val="007701F8"/>
    <w:rsid w:val="00775720"/>
    <w:rsid w:val="00781925"/>
    <w:rsid w:val="007A6BCC"/>
    <w:rsid w:val="007B6645"/>
    <w:rsid w:val="007C0D9F"/>
    <w:rsid w:val="007C21FF"/>
    <w:rsid w:val="007E29F4"/>
    <w:rsid w:val="007F1AEF"/>
    <w:rsid w:val="00803D35"/>
    <w:rsid w:val="008043B7"/>
    <w:rsid w:val="00812AC4"/>
    <w:rsid w:val="00812CA6"/>
    <w:rsid w:val="00843217"/>
    <w:rsid w:val="008623B9"/>
    <w:rsid w:val="008671BE"/>
    <w:rsid w:val="0087054A"/>
    <w:rsid w:val="008A1A9D"/>
    <w:rsid w:val="008B4134"/>
    <w:rsid w:val="008B5732"/>
    <w:rsid w:val="008B5882"/>
    <w:rsid w:val="008C1118"/>
    <w:rsid w:val="008D0670"/>
    <w:rsid w:val="008D6E04"/>
    <w:rsid w:val="008E00E4"/>
    <w:rsid w:val="008F543F"/>
    <w:rsid w:val="00907768"/>
    <w:rsid w:val="00922BA0"/>
    <w:rsid w:val="009373ED"/>
    <w:rsid w:val="00956B12"/>
    <w:rsid w:val="009658D8"/>
    <w:rsid w:val="00966DEF"/>
    <w:rsid w:val="0096774C"/>
    <w:rsid w:val="00973906"/>
    <w:rsid w:val="00975FE3"/>
    <w:rsid w:val="00985492"/>
    <w:rsid w:val="009904C4"/>
    <w:rsid w:val="009A696D"/>
    <w:rsid w:val="009B1A3B"/>
    <w:rsid w:val="009B35E4"/>
    <w:rsid w:val="009B6D24"/>
    <w:rsid w:val="009D05C8"/>
    <w:rsid w:val="009D0D06"/>
    <w:rsid w:val="009E1F21"/>
    <w:rsid w:val="009E4677"/>
    <w:rsid w:val="009E74FE"/>
    <w:rsid w:val="00A03803"/>
    <w:rsid w:val="00A04861"/>
    <w:rsid w:val="00A074B8"/>
    <w:rsid w:val="00A11614"/>
    <w:rsid w:val="00A31D05"/>
    <w:rsid w:val="00A35131"/>
    <w:rsid w:val="00A55F4A"/>
    <w:rsid w:val="00A64490"/>
    <w:rsid w:val="00A76D5D"/>
    <w:rsid w:val="00A92BEE"/>
    <w:rsid w:val="00A97FB5"/>
    <w:rsid w:val="00AA1E6D"/>
    <w:rsid w:val="00AA6272"/>
    <w:rsid w:val="00AA75CB"/>
    <w:rsid w:val="00AC3566"/>
    <w:rsid w:val="00AC3D4B"/>
    <w:rsid w:val="00AC3E55"/>
    <w:rsid w:val="00AC6045"/>
    <w:rsid w:val="00AC6A6C"/>
    <w:rsid w:val="00AC6F20"/>
    <w:rsid w:val="00AF4D30"/>
    <w:rsid w:val="00B0051F"/>
    <w:rsid w:val="00B01253"/>
    <w:rsid w:val="00B0195F"/>
    <w:rsid w:val="00B12260"/>
    <w:rsid w:val="00B17E7B"/>
    <w:rsid w:val="00B324AB"/>
    <w:rsid w:val="00B429C1"/>
    <w:rsid w:val="00B42A97"/>
    <w:rsid w:val="00B51A14"/>
    <w:rsid w:val="00B523AD"/>
    <w:rsid w:val="00B54321"/>
    <w:rsid w:val="00B71505"/>
    <w:rsid w:val="00B91090"/>
    <w:rsid w:val="00B96B76"/>
    <w:rsid w:val="00B976EB"/>
    <w:rsid w:val="00BA1D72"/>
    <w:rsid w:val="00BB5104"/>
    <w:rsid w:val="00BD07B2"/>
    <w:rsid w:val="00BD0F53"/>
    <w:rsid w:val="00BE2BAE"/>
    <w:rsid w:val="00BE73EC"/>
    <w:rsid w:val="00C123DD"/>
    <w:rsid w:val="00C12616"/>
    <w:rsid w:val="00C2194E"/>
    <w:rsid w:val="00C373E8"/>
    <w:rsid w:val="00C451DA"/>
    <w:rsid w:val="00C674E1"/>
    <w:rsid w:val="00C67D48"/>
    <w:rsid w:val="00CA0C22"/>
    <w:rsid w:val="00CB6AB1"/>
    <w:rsid w:val="00CB789B"/>
    <w:rsid w:val="00CC1FF5"/>
    <w:rsid w:val="00CD77E5"/>
    <w:rsid w:val="00CE095F"/>
    <w:rsid w:val="00CE6986"/>
    <w:rsid w:val="00CF362B"/>
    <w:rsid w:val="00CF5C0B"/>
    <w:rsid w:val="00D06138"/>
    <w:rsid w:val="00D16072"/>
    <w:rsid w:val="00D25426"/>
    <w:rsid w:val="00D406E3"/>
    <w:rsid w:val="00D475AC"/>
    <w:rsid w:val="00D70529"/>
    <w:rsid w:val="00D74CDC"/>
    <w:rsid w:val="00D76990"/>
    <w:rsid w:val="00D861AE"/>
    <w:rsid w:val="00DB36F2"/>
    <w:rsid w:val="00DB4750"/>
    <w:rsid w:val="00DB5B06"/>
    <w:rsid w:val="00DB7EE4"/>
    <w:rsid w:val="00DD1A10"/>
    <w:rsid w:val="00DD44E0"/>
    <w:rsid w:val="00DE0C18"/>
    <w:rsid w:val="00E03506"/>
    <w:rsid w:val="00E35492"/>
    <w:rsid w:val="00E37F10"/>
    <w:rsid w:val="00E433C5"/>
    <w:rsid w:val="00E4688C"/>
    <w:rsid w:val="00EA0404"/>
    <w:rsid w:val="00ED453B"/>
    <w:rsid w:val="00EE62DC"/>
    <w:rsid w:val="00EF3A8F"/>
    <w:rsid w:val="00EF7B12"/>
    <w:rsid w:val="00F107C8"/>
    <w:rsid w:val="00F2212E"/>
    <w:rsid w:val="00F371D1"/>
    <w:rsid w:val="00F509AC"/>
    <w:rsid w:val="00F70D26"/>
    <w:rsid w:val="00F810CD"/>
    <w:rsid w:val="00F86E2C"/>
    <w:rsid w:val="00F90013"/>
    <w:rsid w:val="00FC3C7F"/>
    <w:rsid w:val="00FD171C"/>
    <w:rsid w:val="00FE3E45"/>
    <w:rsid w:val="00FF0CC0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C5BE9"/>
  <w15:chartTrackingRefBased/>
  <w15:docId w15:val="{667AEC26-7EFB-4C63-9538-94635EAD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B26F6"/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spacing w:before="120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spacing w:before="480" w:after="120"/>
      <w:ind w:left="5670"/>
      <w:jc w:val="both"/>
      <w:outlineLvl w:val="1"/>
    </w:pPr>
    <w:rPr>
      <w:b/>
      <w:bCs/>
      <w:sz w:val="22"/>
      <w:szCs w:val="24"/>
    </w:rPr>
  </w:style>
  <w:style w:type="paragraph" w:styleId="Nadpis4">
    <w:name w:val="heading 4"/>
    <w:basedOn w:val="Normln"/>
    <w:next w:val="Normln"/>
    <w:qFormat/>
    <w:rsid w:val="00432D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autoSpaceDE w:val="0"/>
      <w:autoSpaceDN w:val="0"/>
      <w:adjustRightInd w:val="0"/>
      <w:jc w:val="center"/>
    </w:pPr>
    <w:rPr>
      <w:b/>
      <w:bCs/>
      <w:sz w:val="40"/>
      <w:szCs w:val="40"/>
    </w:rPr>
  </w:style>
  <w:style w:type="paragraph" w:customStyle="1" w:styleId="Podtitul">
    <w:name w:val="Podtitul"/>
    <w:basedOn w:val="Normln"/>
    <w:qFormat/>
    <w:pPr>
      <w:autoSpaceDE w:val="0"/>
      <w:autoSpaceDN w:val="0"/>
      <w:adjustRightInd w:val="0"/>
      <w:jc w:val="center"/>
    </w:pPr>
    <w:rPr>
      <w:b/>
      <w:bCs/>
      <w:sz w:val="28"/>
      <w:szCs w:val="24"/>
    </w:rPr>
  </w:style>
  <w:style w:type="paragraph" w:styleId="Zkladntext">
    <w:name w:val="Body Text"/>
    <w:basedOn w:val="Normln"/>
    <w:pPr>
      <w:autoSpaceDE w:val="0"/>
      <w:autoSpaceDN w:val="0"/>
      <w:adjustRightInd w:val="0"/>
      <w:spacing w:before="120" w:after="120"/>
      <w:jc w:val="both"/>
    </w:pPr>
    <w:rPr>
      <w:sz w:val="22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pBdr>
        <w:bottom w:val="single" w:sz="12" w:space="0" w:color="auto"/>
      </w:pBdr>
      <w:tabs>
        <w:tab w:val="left" w:pos="737"/>
      </w:tabs>
      <w:autoSpaceDE w:val="0"/>
      <w:autoSpaceDN w:val="0"/>
      <w:adjustRightInd w:val="0"/>
      <w:spacing w:before="60"/>
      <w:jc w:val="center"/>
    </w:pPr>
  </w:style>
  <w:style w:type="paragraph" w:styleId="Rozloendokumentu">
    <w:name w:val="Document Map"/>
    <w:basedOn w:val="Normln"/>
    <w:semiHidden/>
    <w:rsid w:val="00DD44E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553C5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690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rsid w:val="00B54321"/>
    <w:pPr>
      <w:spacing w:after="120" w:line="480" w:lineRule="auto"/>
      <w:ind w:left="283"/>
    </w:pPr>
  </w:style>
  <w:style w:type="paragraph" w:customStyle="1" w:styleId="Styl1Char">
    <w:name w:val="Styl1 Char"/>
    <w:basedOn w:val="Normln"/>
    <w:link w:val="Styl1CharChar"/>
    <w:autoRedefine/>
    <w:rsid w:val="001E0A7E"/>
    <w:pPr>
      <w:keepNext/>
      <w:tabs>
        <w:tab w:val="left" w:pos="-284"/>
        <w:tab w:val="left" w:pos="567"/>
      </w:tabs>
      <w:spacing w:before="360"/>
      <w:ind w:left="567" w:hanging="567"/>
      <w:jc w:val="both"/>
    </w:pPr>
    <w:rPr>
      <w:b/>
      <w:bCs/>
      <w:sz w:val="24"/>
      <w:szCs w:val="24"/>
    </w:rPr>
  </w:style>
  <w:style w:type="character" w:customStyle="1" w:styleId="Styl1CharChar">
    <w:name w:val="Styl1 Char Char"/>
    <w:link w:val="Styl1Char"/>
    <w:rsid w:val="001E0A7E"/>
    <w:rPr>
      <w:b/>
      <w:bCs/>
      <w:sz w:val="24"/>
      <w:szCs w:val="24"/>
      <w:lang w:val="cs-CZ" w:eastAsia="cs-CZ" w:bidi="ar-SA"/>
    </w:rPr>
  </w:style>
  <w:style w:type="paragraph" w:customStyle="1" w:styleId="Styl2">
    <w:name w:val="Styl2"/>
    <w:basedOn w:val="Normln"/>
    <w:autoRedefine/>
    <w:rsid w:val="001E0A7E"/>
    <w:pPr>
      <w:tabs>
        <w:tab w:val="left" w:pos="567"/>
      </w:tabs>
      <w:spacing w:before="120"/>
    </w:pPr>
    <w:rPr>
      <w:b/>
      <w:bCs/>
      <w:sz w:val="24"/>
      <w:szCs w:val="24"/>
    </w:rPr>
  </w:style>
  <w:style w:type="paragraph" w:styleId="Normlnweb">
    <w:name w:val="Normal (Web)"/>
    <w:basedOn w:val="Normln"/>
    <w:rsid w:val="002560C5"/>
    <w:pPr>
      <w:spacing w:before="100" w:beforeAutospacing="1" w:after="100" w:afterAutospacing="1"/>
    </w:pPr>
    <w:rPr>
      <w:sz w:val="24"/>
      <w:szCs w:val="24"/>
    </w:rPr>
  </w:style>
  <w:style w:type="character" w:styleId="Hypertextovodkaz">
    <w:name w:val="Hyperlink"/>
    <w:basedOn w:val="Standardnpsmoodstavce"/>
    <w:rsid w:val="00B1226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12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.lansky@uskhk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s.lansky@uskhk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352;ablony\Word\PHD\KHS-dopis%20PHD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KHS-dopis PHD.dot</Template>
  <TotalTime>17</TotalTime>
  <Pages>2</Pages>
  <Words>435</Words>
  <Characters>5576</Characters>
  <Application>Microsoft Office Word</Application>
  <DocSecurity>0</DocSecurity>
  <Lines>46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OKRESNÍ  ÚŘAD HRADEC  KRÁLOVÉ</vt:lpstr>
    </vt:vector>
  </TitlesOfParts>
  <Company>OHS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OKRESNÍ  ÚŘAD HRADEC  KRÁLOVÉ</dc:title>
  <dc:subject/>
  <dc:creator>zapotocka.andrea</dc:creator>
  <cp:keywords/>
  <dc:description/>
  <cp:lastModifiedBy>Aleš Lánský</cp:lastModifiedBy>
  <cp:revision>3</cp:revision>
  <cp:lastPrinted>2022-12-16T09:18:00Z</cp:lastPrinted>
  <dcterms:created xsi:type="dcterms:W3CDTF">2022-12-16T09:01:00Z</dcterms:created>
  <dcterms:modified xsi:type="dcterms:W3CDTF">2022-12-16T09:18:00Z</dcterms:modified>
</cp:coreProperties>
</file>